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C9A55" w14:textId="6C6ECA72" w:rsidR="009F392E" w:rsidRDefault="0060745D" w:rsidP="00F0533E">
      <w:pPr>
        <w:rPr>
          <w:noProof/>
        </w:rPr>
      </w:pPr>
      <w:r w:rsidRPr="009A17D5">
        <w:rPr>
          <w:noProof/>
        </w:rPr>
        <w:t xml:space="preserve">Příloha č. </w:t>
      </w:r>
      <w:r w:rsidR="003E2205">
        <w:rPr>
          <w:noProof/>
        </w:rPr>
        <w:t>5 Rámcové dohody</w:t>
      </w:r>
    </w:p>
    <w:p w14:paraId="66999AB3" w14:textId="77777777" w:rsidR="00B85B4C" w:rsidRPr="004B6666" w:rsidRDefault="00B85B4C" w:rsidP="00D92F0A">
      <w:pPr>
        <w:pStyle w:val="Nadpis1"/>
        <w:rPr>
          <w:noProof/>
          <w:color w:val="FF5200" w:themeColor="accent2"/>
        </w:rPr>
      </w:pPr>
      <w:r w:rsidRPr="004B6666">
        <w:rPr>
          <w:noProof/>
          <w:color w:val="FF5200" w:themeColor="accent2"/>
        </w:rPr>
        <w:t>Realizační tým</w:t>
      </w:r>
    </w:p>
    <w:p w14:paraId="09148E07" w14:textId="77777777" w:rsidR="001F71E6" w:rsidRDefault="001F71E6" w:rsidP="001F71E6">
      <w:pPr>
        <w:autoSpaceDE w:val="0"/>
        <w:autoSpaceDN w:val="0"/>
        <w:adjustRightInd w:val="0"/>
        <w:spacing w:before="0" w:after="0" w:line="240" w:lineRule="auto"/>
        <w:jc w:val="left"/>
        <w:rPr>
          <w:rFonts w:ascii="Verdana,Bold" w:hAnsi="Verdana,Bold" w:cs="Verdana,Bold"/>
          <w:b/>
          <w:bCs/>
        </w:rPr>
      </w:pP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3681"/>
        <w:gridCol w:w="4678"/>
      </w:tblGrid>
      <w:tr w:rsidR="001F71E6" w:rsidRPr="00D92F0A" w14:paraId="3FBBB40F" w14:textId="77777777" w:rsidTr="003E22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49968AC" w14:textId="75415C12" w:rsidR="001F71E6" w:rsidRPr="00800747" w:rsidRDefault="001F71E6" w:rsidP="00702C1B">
            <w:pPr>
              <w:spacing w:after="240"/>
              <w:rPr>
                <w:rStyle w:val="Siln"/>
              </w:rPr>
            </w:pPr>
            <w:r w:rsidRPr="00800747">
              <w:rPr>
                <w:rStyle w:val="Siln"/>
              </w:rPr>
              <w:t>Pozice</w:t>
            </w:r>
            <w:r w:rsidR="00800747" w:rsidRPr="00800747">
              <w:rPr>
                <w:rStyle w:val="Znakapoznpodarou"/>
                <w:b/>
                <w:bCs/>
              </w:rPr>
              <w:footnoteReference w:id="1"/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C518F49" w14:textId="77777777" w:rsidR="001F71E6" w:rsidRPr="00D92F0A" w:rsidRDefault="001F71E6" w:rsidP="00702C1B">
            <w:pPr>
              <w:spacing w:after="2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  <w:highlight w:val="green"/>
              </w:rPr>
            </w:pPr>
            <w:r w:rsidRPr="00D92F0A">
              <w:rPr>
                <w:rStyle w:val="Siln"/>
              </w:rPr>
              <w:t>Kontaktní údaje</w:t>
            </w:r>
          </w:p>
        </w:tc>
      </w:tr>
      <w:tr w:rsidR="001F71E6" w:rsidRPr="000E5CAE" w14:paraId="10706656" w14:textId="77777777" w:rsidTr="003E2205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7708E" w14:textId="68F4E9F8" w:rsidR="001F71E6" w:rsidRPr="00800747" w:rsidRDefault="001F71E6" w:rsidP="00702C1B">
            <w:pPr>
              <w:rPr>
                <w:lang w:eastAsia="cs-CZ"/>
              </w:rPr>
            </w:pPr>
            <w:r w:rsidRPr="00800747">
              <w:rPr>
                <w:b/>
              </w:rPr>
              <w:t>DTP operátor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5A78B" w14:textId="77777777" w:rsidR="001F71E6" w:rsidRPr="000E5CAE" w:rsidRDefault="001F71E6" w:rsidP="00702C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0F193C91" w14:textId="77777777" w:rsidR="001F71E6" w:rsidRPr="000E5CAE" w:rsidRDefault="001F71E6" w:rsidP="00702C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56353B93" w14:textId="77777777" w:rsidR="001F71E6" w:rsidRPr="000E5CAE" w:rsidRDefault="001F71E6" w:rsidP="00702C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533B5962" w14:textId="77777777" w:rsidR="001F71E6" w:rsidRPr="000E5CAE" w:rsidRDefault="001F71E6" w:rsidP="00702C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26E0DC6B" w14:textId="77777777" w:rsidR="001F71E6" w:rsidRPr="000E5CAE" w:rsidRDefault="001F71E6" w:rsidP="00702C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1B74CA38" w14:textId="77777777" w:rsidR="001F71E6" w:rsidRPr="000E5CAE" w:rsidRDefault="001F71E6" w:rsidP="00702C1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</w:tr>
      <w:tr w:rsidR="001F71E6" w:rsidRPr="000E5CAE" w14:paraId="4EF5B8E8" w14:textId="77777777" w:rsidTr="003E2205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C140" w14:textId="0B9E7D2E" w:rsidR="001F71E6" w:rsidRPr="00800747" w:rsidRDefault="001F71E6" w:rsidP="001F71E6">
            <w:pPr>
              <w:rPr>
                <w:b/>
              </w:rPr>
            </w:pPr>
            <w:r w:rsidRPr="00800747">
              <w:rPr>
                <w:b/>
              </w:rPr>
              <w:t>Grafik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F2CE" w14:textId="77777777" w:rsidR="001F71E6" w:rsidRPr="000E5CAE" w:rsidRDefault="001F71E6" w:rsidP="001F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Jméno a příjmení:</w:t>
            </w:r>
          </w:p>
          <w:p w14:paraId="1743878E" w14:textId="77777777" w:rsidR="001F71E6" w:rsidRPr="000E5CAE" w:rsidRDefault="001F71E6" w:rsidP="001F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14B40757" w14:textId="77777777" w:rsidR="001F71E6" w:rsidRPr="000E5CAE" w:rsidRDefault="001F71E6" w:rsidP="001F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Telefon:</w:t>
            </w:r>
          </w:p>
          <w:p w14:paraId="598A4349" w14:textId="77777777" w:rsidR="001F71E6" w:rsidRPr="000E5CAE" w:rsidRDefault="001F71E6" w:rsidP="001F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lang w:val="de-AT" w:eastAsia="cs-CZ"/>
              </w:rPr>
            </w:pPr>
            <w:r w:rsidRPr="000E5CAE">
              <w:rPr>
                <w:rFonts w:asciiTheme="majorHAnsi" w:hAnsiTheme="majorHAnsi"/>
                <w:highlight w:val="green"/>
                <w:lang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  <w:p w14:paraId="28442794" w14:textId="77777777" w:rsidR="001F71E6" w:rsidRPr="000E5CAE" w:rsidRDefault="001F71E6" w:rsidP="001F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color w:val="000000"/>
              </w:rPr>
              <w:t>E-mail:</w:t>
            </w:r>
          </w:p>
          <w:p w14:paraId="68CDA085" w14:textId="59AF2D5C" w:rsidR="001F71E6" w:rsidRPr="000E5CAE" w:rsidRDefault="001F71E6" w:rsidP="001F71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highlight w:val="green"/>
                <w:lang w:val="de-AT" w:eastAsia="cs-CZ"/>
              </w:rPr>
              <w:t>[</w:t>
            </w:r>
            <w:r w:rsidRPr="00D92F0A">
              <w:rPr>
                <w:highlight w:val="green"/>
              </w:rPr>
              <w:t>DOPLNÍ ZHOTOVITEL</w:t>
            </w:r>
            <w:r w:rsidRPr="000E5CAE">
              <w:rPr>
                <w:rFonts w:asciiTheme="majorHAnsi" w:hAnsiTheme="majorHAnsi"/>
                <w:highlight w:val="green"/>
                <w:lang w:eastAsia="cs-CZ"/>
              </w:rPr>
              <w:t>]</w:t>
            </w:r>
          </w:p>
        </w:tc>
      </w:tr>
    </w:tbl>
    <w:p w14:paraId="618EB9CB" w14:textId="32B20751" w:rsidR="001F71E6" w:rsidRPr="00B85B4C" w:rsidRDefault="001F71E6" w:rsidP="001F71E6">
      <w:pPr>
        <w:autoSpaceDE w:val="0"/>
        <w:autoSpaceDN w:val="0"/>
        <w:adjustRightInd w:val="0"/>
        <w:spacing w:before="0" w:after="0" w:line="240" w:lineRule="auto"/>
        <w:jc w:val="left"/>
        <w:rPr>
          <w:b/>
          <w:u w:val="single"/>
        </w:rPr>
      </w:pPr>
    </w:p>
    <w:sectPr w:rsidR="001F71E6" w:rsidRPr="00B85B4C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41D667" w14:textId="77777777" w:rsidR="00655A42" w:rsidRDefault="00655A42" w:rsidP="00962258">
      <w:pPr>
        <w:spacing w:after="0" w:line="240" w:lineRule="auto"/>
      </w:pPr>
      <w:r>
        <w:separator/>
      </w:r>
    </w:p>
  </w:endnote>
  <w:endnote w:type="continuationSeparator" w:id="0">
    <w:p w14:paraId="4C2BCCB7" w14:textId="77777777" w:rsidR="00655A42" w:rsidRDefault="00655A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A07D1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5FE626" w14:textId="7C59B78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2B5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2B5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0D3A9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8E67B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2D8051" w14:textId="77777777" w:rsidR="00F1715C" w:rsidRDefault="00F1715C" w:rsidP="00D831A3">
          <w:pPr>
            <w:pStyle w:val="Zpat"/>
          </w:pPr>
        </w:p>
      </w:tc>
    </w:tr>
  </w:tbl>
  <w:p w14:paraId="01ECAB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4F33327" wp14:editId="00FDFF9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B43F677" wp14:editId="6952F13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5BB9DC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F48C704" w14:textId="24F1124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A2B5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A2B5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078C50" w14:textId="77777777" w:rsidR="00F1715C" w:rsidRDefault="00F1715C" w:rsidP="00D92F0A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A9ECB2E" w14:textId="77777777" w:rsidR="00F1715C" w:rsidRDefault="00F1715C" w:rsidP="00D92F0A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8E56FC3" w14:textId="77777777" w:rsidR="00F1715C" w:rsidRDefault="00F1715C" w:rsidP="00D92F0A">
          <w:pPr>
            <w:pStyle w:val="Zpat"/>
            <w:jc w:val="left"/>
          </w:pPr>
          <w:r>
            <w:t>Sídlo: Dlážděná 1003/7, 110 00 Praha 1</w:t>
          </w:r>
        </w:p>
        <w:p w14:paraId="74FD73B0" w14:textId="77777777" w:rsidR="00F1715C" w:rsidRDefault="00F1715C" w:rsidP="00D92F0A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A4C1DB3" w14:textId="69DF833F" w:rsidR="00F1715C" w:rsidRDefault="00F1715C" w:rsidP="00D92F0A">
          <w:pPr>
            <w:pStyle w:val="Zpat"/>
            <w:jc w:val="left"/>
          </w:pPr>
          <w:r>
            <w:t>www.</w:t>
          </w:r>
          <w:r w:rsidR="00AB37E8">
            <w:t>spravazeleznic</w:t>
          </w:r>
          <w:r>
            <w:t>.cz</w:t>
          </w:r>
        </w:p>
      </w:tc>
      <w:tc>
        <w:tcPr>
          <w:tcW w:w="2921" w:type="dxa"/>
        </w:tcPr>
        <w:p w14:paraId="151C321F" w14:textId="77777777" w:rsidR="00F1715C" w:rsidRDefault="00F1715C" w:rsidP="00460660">
          <w:pPr>
            <w:pStyle w:val="Zpat"/>
          </w:pPr>
        </w:p>
      </w:tc>
    </w:tr>
  </w:tbl>
  <w:p w14:paraId="39A10FA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92B0FCE" wp14:editId="440A254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4460883" wp14:editId="1DC168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2E20ED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572D6" w14:textId="77777777" w:rsidR="00655A42" w:rsidRDefault="00655A42" w:rsidP="00962258">
      <w:pPr>
        <w:spacing w:after="0" w:line="240" w:lineRule="auto"/>
      </w:pPr>
      <w:r>
        <w:separator/>
      </w:r>
    </w:p>
  </w:footnote>
  <w:footnote w:type="continuationSeparator" w:id="0">
    <w:p w14:paraId="63CE7C24" w14:textId="77777777" w:rsidR="00655A42" w:rsidRDefault="00655A42" w:rsidP="00962258">
      <w:pPr>
        <w:spacing w:after="0" w:line="240" w:lineRule="auto"/>
      </w:pPr>
      <w:r>
        <w:continuationSeparator/>
      </w:r>
    </w:p>
  </w:footnote>
  <w:footnote w:id="1">
    <w:p w14:paraId="67761779" w14:textId="77777777" w:rsidR="00800747" w:rsidRDefault="00800747" w:rsidP="00800747">
      <w:pPr>
        <w:pStyle w:val="Textpoznpodarou"/>
      </w:pPr>
      <w:r w:rsidRPr="004B6666">
        <w:rPr>
          <w:rStyle w:val="Znakapoznpodarou"/>
          <w:sz w:val="16"/>
          <w:szCs w:val="22"/>
        </w:rPr>
        <w:footnoteRef/>
      </w:r>
      <w:r w:rsidRPr="004B6666">
        <w:rPr>
          <w:sz w:val="16"/>
          <w:szCs w:val="22"/>
        </w:rPr>
        <w:t xml:space="preserve"> Dodavatel doplní tabulku tak, aby zahrnovala všechny člen</w:t>
      </w:r>
      <w:r>
        <w:rPr>
          <w:sz w:val="16"/>
          <w:szCs w:val="22"/>
        </w:rPr>
        <w:t xml:space="preserve">y </w:t>
      </w:r>
      <w:r w:rsidRPr="004B6666">
        <w:rPr>
          <w:sz w:val="16"/>
          <w:szCs w:val="22"/>
        </w:rPr>
        <w:t>realizačního týmu Zhotovitele.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B0F03" w14:textId="442A59A9" w:rsidR="00AB37E8" w:rsidRDefault="00E32F8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27BE8588" wp14:editId="73D8F5B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331191932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B366FB2" w14:textId="6267C9EB" w:rsidR="00E32F85" w:rsidRPr="00E32F85" w:rsidRDefault="00E32F85" w:rsidP="00E32F85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32F8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BE8588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textbox style="mso-fit-shape-to-text:t" inset="0,15pt,0,0">
                <w:txbxContent>
                  <w:p w14:paraId="2B366FB2" w14:textId="6267C9EB" w:rsidR="00E32F85" w:rsidRPr="00E32F85" w:rsidRDefault="00E32F85" w:rsidP="00E32F85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E32F85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AA49DC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FBA5004" w14:textId="6240908C" w:rsidR="00F1715C" w:rsidRPr="00B8518B" w:rsidRDefault="00E32F85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61F6478A" wp14:editId="2522D448">
                    <wp:simplePos x="447675" y="41910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747403533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DCE7962" w14:textId="65137C6A" w:rsidR="00E32F85" w:rsidRPr="00E32F85" w:rsidRDefault="00E32F85" w:rsidP="00E32F85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E32F85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1F6478A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      <v:textbox style="mso-fit-shape-to-text:t" inset="0,15pt,0,0">
                      <w:txbxContent>
                        <w:p w14:paraId="2DCE7962" w14:textId="65137C6A" w:rsidR="00E32F85" w:rsidRPr="00E32F85" w:rsidRDefault="00E32F85" w:rsidP="00E32F85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E32F85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99C90E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70CE61" w14:textId="77777777" w:rsidR="00F1715C" w:rsidRPr="00D6163D" w:rsidRDefault="00F1715C" w:rsidP="00D6163D">
          <w:pPr>
            <w:pStyle w:val="Druhdokumentu"/>
          </w:pPr>
        </w:p>
      </w:tc>
    </w:tr>
  </w:tbl>
  <w:p w14:paraId="4FE068F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E2869E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DA02D86" w14:textId="5B89DA32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FF57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2CEAF51" w14:textId="77777777" w:rsidR="00F1715C" w:rsidRPr="00D6163D" w:rsidRDefault="00F1715C" w:rsidP="00FC6389">
          <w:pPr>
            <w:pStyle w:val="Druhdokumentu"/>
          </w:pPr>
        </w:p>
      </w:tc>
    </w:tr>
    <w:tr w:rsidR="009F392E" w14:paraId="06DB8913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F73949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183E6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1E84DB" w14:textId="77777777" w:rsidR="009F392E" w:rsidRPr="00D6163D" w:rsidRDefault="009F392E" w:rsidP="00FC6389">
          <w:pPr>
            <w:pStyle w:val="Druhdokumentu"/>
          </w:pPr>
        </w:p>
      </w:tc>
    </w:tr>
  </w:tbl>
  <w:p w14:paraId="2F26444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DFBF8D3" wp14:editId="368576C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A15BE8A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60072670">
    <w:abstractNumId w:val="2"/>
  </w:num>
  <w:num w:numId="2" w16cid:durableId="1006327964">
    <w:abstractNumId w:val="1"/>
  </w:num>
  <w:num w:numId="3" w16cid:durableId="10203517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95867723">
    <w:abstractNumId w:val="7"/>
  </w:num>
  <w:num w:numId="5" w16cid:durableId="392971133">
    <w:abstractNumId w:val="3"/>
  </w:num>
  <w:num w:numId="6" w16cid:durableId="555897864">
    <w:abstractNumId w:val="4"/>
  </w:num>
  <w:num w:numId="7" w16cid:durableId="129787860">
    <w:abstractNumId w:val="0"/>
  </w:num>
  <w:num w:numId="8" w16cid:durableId="1974866479">
    <w:abstractNumId w:val="5"/>
  </w:num>
  <w:num w:numId="9" w16cid:durableId="8748533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1839744">
    <w:abstractNumId w:val="4"/>
  </w:num>
  <w:num w:numId="11" w16cid:durableId="720594813">
    <w:abstractNumId w:val="1"/>
  </w:num>
  <w:num w:numId="12" w16cid:durableId="270014097">
    <w:abstractNumId w:val="4"/>
  </w:num>
  <w:num w:numId="13" w16cid:durableId="2100514975">
    <w:abstractNumId w:val="4"/>
  </w:num>
  <w:num w:numId="14" w16cid:durableId="567612231">
    <w:abstractNumId w:val="4"/>
  </w:num>
  <w:num w:numId="15" w16cid:durableId="1734965932">
    <w:abstractNumId w:val="4"/>
  </w:num>
  <w:num w:numId="16" w16cid:durableId="1129779849">
    <w:abstractNumId w:val="8"/>
  </w:num>
  <w:num w:numId="17" w16cid:durableId="335496318">
    <w:abstractNumId w:val="2"/>
  </w:num>
  <w:num w:numId="18" w16cid:durableId="1845391182">
    <w:abstractNumId w:val="8"/>
  </w:num>
  <w:num w:numId="19" w16cid:durableId="182478587">
    <w:abstractNumId w:val="8"/>
  </w:num>
  <w:num w:numId="20" w16cid:durableId="434449271">
    <w:abstractNumId w:val="8"/>
  </w:num>
  <w:num w:numId="21" w16cid:durableId="93793066">
    <w:abstractNumId w:val="8"/>
  </w:num>
  <w:num w:numId="22" w16cid:durableId="8068027">
    <w:abstractNumId w:val="4"/>
  </w:num>
  <w:num w:numId="23" w16cid:durableId="646016471">
    <w:abstractNumId w:val="1"/>
  </w:num>
  <w:num w:numId="24" w16cid:durableId="194006093">
    <w:abstractNumId w:val="4"/>
  </w:num>
  <w:num w:numId="25" w16cid:durableId="101266943">
    <w:abstractNumId w:val="4"/>
  </w:num>
  <w:num w:numId="26" w16cid:durableId="585769640">
    <w:abstractNumId w:val="4"/>
  </w:num>
  <w:num w:numId="27" w16cid:durableId="1121191128">
    <w:abstractNumId w:val="4"/>
  </w:num>
  <w:num w:numId="28" w16cid:durableId="539627746">
    <w:abstractNumId w:val="8"/>
  </w:num>
  <w:num w:numId="29" w16cid:durableId="926425925">
    <w:abstractNumId w:val="2"/>
  </w:num>
  <w:num w:numId="30" w16cid:durableId="77364395">
    <w:abstractNumId w:val="8"/>
  </w:num>
  <w:num w:numId="31" w16cid:durableId="2026706767">
    <w:abstractNumId w:val="8"/>
  </w:num>
  <w:num w:numId="32" w16cid:durableId="430707691">
    <w:abstractNumId w:val="8"/>
  </w:num>
  <w:num w:numId="33" w16cid:durableId="78573382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72C1E"/>
    <w:rsid w:val="000A43A4"/>
    <w:rsid w:val="000E23A7"/>
    <w:rsid w:val="0010693F"/>
    <w:rsid w:val="00114472"/>
    <w:rsid w:val="00127542"/>
    <w:rsid w:val="001550BC"/>
    <w:rsid w:val="001605B9"/>
    <w:rsid w:val="00170EC5"/>
    <w:rsid w:val="001747C1"/>
    <w:rsid w:val="00184743"/>
    <w:rsid w:val="001D113B"/>
    <w:rsid w:val="001F71E6"/>
    <w:rsid w:val="00207DF5"/>
    <w:rsid w:val="002658BC"/>
    <w:rsid w:val="00280E07"/>
    <w:rsid w:val="002A2B33"/>
    <w:rsid w:val="002B6362"/>
    <w:rsid w:val="002C31BF"/>
    <w:rsid w:val="002D08B1"/>
    <w:rsid w:val="002E0CD7"/>
    <w:rsid w:val="00334A51"/>
    <w:rsid w:val="00341DCF"/>
    <w:rsid w:val="00357BC6"/>
    <w:rsid w:val="00366DF0"/>
    <w:rsid w:val="003956C6"/>
    <w:rsid w:val="003B4357"/>
    <w:rsid w:val="003D0AA6"/>
    <w:rsid w:val="003E2205"/>
    <w:rsid w:val="00441430"/>
    <w:rsid w:val="00450F07"/>
    <w:rsid w:val="00453CD3"/>
    <w:rsid w:val="00460660"/>
    <w:rsid w:val="00460B49"/>
    <w:rsid w:val="00486107"/>
    <w:rsid w:val="00491827"/>
    <w:rsid w:val="004B348C"/>
    <w:rsid w:val="004B6666"/>
    <w:rsid w:val="004C308B"/>
    <w:rsid w:val="004C4399"/>
    <w:rsid w:val="004C787C"/>
    <w:rsid w:val="004D381D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77F76"/>
    <w:rsid w:val="00580D18"/>
    <w:rsid w:val="0058302D"/>
    <w:rsid w:val="005E25A3"/>
    <w:rsid w:val="005E3712"/>
    <w:rsid w:val="005F1404"/>
    <w:rsid w:val="00602F7D"/>
    <w:rsid w:val="0060745D"/>
    <w:rsid w:val="0061068E"/>
    <w:rsid w:val="00655A42"/>
    <w:rsid w:val="00660AD3"/>
    <w:rsid w:val="00674D19"/>
    <w:rsid w:val="00677B7F"/>
    <w:rsid w:val="006805E6"/>
    <w:rsid w:val="006A5570"/>
    <w:rsid w:val="006A689C"/>
    <w:rsid w:val="006B3D79"/>
    <w:rsid w:val="006D7AFE"/>
    <w:rsid w:val="006E0578"/>
    <w:rsid w:val="006E314D"/>
    <w:rsid w:val="00700884"/>
    <w:rsid w:val="00710723"/>
    <w:rsid w:val="00723ED1"/>
    <w:rsid w:val="00743525"/>
    <w:rsid w:val="00751386"/>
    <w:rsid w:val="0076286B"/>
    <w:rsid w:val="00766846"/>
    <w:rsid w:val="0077673A"/>
    <w:rsid w:val="007846E1"/>
    <w:rsid w:val="007B570C"/>
    <w:rsid w:val="007C589B"/>
    <w:rsid w:val="007E2D8B"/>
    <w:rsid w:val="007E35BE"/>
    <w:rsid w:val="007E4A6E"/>
    <w:rsid w:val="007F56A7"/>
    <w:rsid w:val="00800747"/>
    <w:rsid w:val="008041E3"/>
    <w:rsid w:val="00807DD0"/>
    <w:rsid w:val="008659F3"/>
    <w:rsid w:val="0087624A"/>
    <w:rsid w:val="008803C3"/>
    <w:rsid w:val="00886D4B"/>
    <w:rsid w:val="0089351B"/>
    <w:rsid w:val="00895406"/>
    <w:rsid w:val="008A3568"/>
    <w:rsid w:val="008B6042"/>
    <w:rsid w:val="008D03B9"/>
    <w:rsid w:val="008E27D2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17D5"/>
    <w:rsid w:val="009B14A9"/>
    <w:rsid w:val="009B2E97"/>
    <w:rsid w:val="009B69DA"/>
    <w:rsid w:val="009E07F4"/>
    <w:rsid w:val="009F392E"/>
    <w:rsid w:val="00A61489"/>
    <w:rsid w:val="00A6177B"/>
    <w:rsid w:val="00A66136"/>
    <w:rsid w:val="00AA4CBB"/>
    <w:rsid w:val="00AA65FA"/>
    <w:rsid w:val="00AA7351"/>
    <w:rsid w:val="00AB1B14"/>
    <w:rsid w:val="00AB37E8"/>
    <w:rsid w:val="00AD056F"/>
    <w:rsid w:val="00AD6731"/>
    <w:rsid w:val="00B15D0D"/>
    <w:rsid w:val="00B75EE1"/>
    <w:rsid w:val="00B77481"/>
    <w:rsid w:val="00B8518B"/>
    <w:rsid w:val="00B85B4C"/>
    <w:rsid w:val="00BA6A41"/>
    <w:rsid w:val="00BD7E91"/>
    <w:rsid w:val="00BF01F3"/>
    <w:rsid w:val="00C02D0A"/>
    <w:rsid w:val="00C03A6E"/>
    <w:rsid w:val="00C047FA"/>
    <w:rsid w:val="00C44F6A"/>
    <w:rsid w:val="00C47AE3"/>
    <w:rsid w:val="00C67CA4"/>
    <w:rsid w:val="00CA2B5C"/>
    <w:rsid w:val="00CD1FC4"/>
    <w:rsid w:val="00D21061"/>
    <w:rsid w:val="00D4108E"/>
    <w:rsid w:val="00D6163D"/>
    <w:rsid w:val="00D73D46"/>
    <w:rsid w:val="00D831A3"/>
    <w:rsid w:val="00D92F0A"/>
    <w:rsid w:val="00DC75F3"/>
    <w:rsid w:val="00DD46F3"/>
    <w:rsid w:val="00DE56F2"/>
    <w:rsid w:val="00DF116D"/>
    <w:rsid w:val="00DF1C45"/>
    <w:rsid w:val="00E32F85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D3174"/>
    <w:rsid w:val="00FE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ED0F93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71E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FD31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FD3174"/>
    <w:rPr>
      <w:rFonts w:asciiTheme="majorHAnsi" w:eastAsiaTheme="majorEastAsia" w:hAnsiTheme="majorHAnsi" w:cstheme="majorBidi"/>
      <w:b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FD3174"/>
    <w:pPr>
      <w:spacing w:before="120" w:after="120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AB37E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9A17D5"/>
  </w:style>
  <w:style w:type="character" w:customStyle="1" w:styleId="eop">
    <w:name w:val="eop"/>
    <w:basedOn w:val="Standardnpsmoodstavce"/>
    <w:rsid w:val="009A17D5"/>
  </w:style>
  <w:style w:type="character" w:styleId="Odkaznakoment">
    <w:name w:val="annotation reference"/>
    <w:basedOn w:val="Standardnpsmoodstavce"/>
    <w:uiPriority w:val="99"/>
    <w:semiHidden/>
    <w:unhideWhenUsed/>
    <w:rsid w:val="008E27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E27D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E27D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27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27D2"/>
    <w:rPr>
      <w:b/>
      <w:bCs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666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FD5396DDD86E4F8D780CC78413C7FC" ma:contentTypeVersion="12" ma:contentTypeDescription="Vytvoří nový dokument" ma:contentTypeScope="" ma:versionID="343d05b74b2fcde7bb7b940ce9affd3c">
  <xsd:schema xmlns:xsd="http://www.w3.org/2001/XMLSchema" xmlns:xs="http://www.w3.org/2001/XMLSchema" xmlns:p="http://schemas.microsoft.com/office/2006/metadata/properties" xmlns:ns2="5e3f487c-e983-415d-9d00-69203519f5d2" xmlns:ns3="5b1c838d-1ff2-4ebf-bbc7-0834e736f6a1" targetNamespace="http://schemas.microsoft.com/office/2006/metadata/properties" ma:root="true" ma:fieldsID="c6143a03ac890b6bdf00c7996daf8616" ns2:_="" ns3:_="">
    <xsd:import namespace="5e3f487c-e983-415d-9d00-69203519f5d2"/>
    <xsd:import namespace="5b1c838d-1ff2-4ebf-bbc7-0834e736f6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DateTake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3f487c-e983-415d-9d00-69203519f5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1c838d-1ff2-4ebf-bbc7-0834e736f6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lcf76f155ced4ddcb4097134ff3c332f xmlns="5e3f487c-e983-415d-9d00-69203519f5d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F47DBF3-9C8F-42AB-AE77-9CAA91D36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3f487c-e983-415d-9d00-69203519f5d2"/>
    <ds:schemaRef ds:uri="5b1c838d-1ff2-4ebf-bbc7-0834e736f6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D38AEA-9BBB-4F8F-8CC5-C8E35A38FA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5e3f487c-e983-415d-9d00-69203519f5d2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40</Words>
  <Characters>242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Vlčková Anna</cp:lastModifiedBy>
  <cp:revision>7</cp:revision>
  <cp:lastPrinted>2017-11-28T17:18:00Z</cp:lastPrinted>
  <dcterms:created xsi:type="dcterms:W3CDTF">2025-01-09T12:08:00Z</dcterms:created>
  <dcterms:modified xsi:type="dcterms:W3CDTF">2025-05-19T08:44:00Z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0x0101003AFD5396DDD86E4F8D780CC78413C7FC</vt:lpwstr>
  </property>
  <property fmtid="{D5CDD505-2E9C-101B-9397-08002B2CF9AE}" pid="3" name="URL">
    <vt:lpwstr/>
  </property>
  <property fmtid="{D5CDD505-2E9C-101B-9397-08002B2CF9AE}" pid="4" name="MediaServiceImageTags">
    <vt:lpwstr/>
  </property>
  <property fmtid="{D5CDD505-2E9C-101B-9397-08002B2CF9AE}" pid="5" name="ClassificationContentMarkingHeaderShapeIds">
    <vt:lpwstr>52ce5e01,13bd967c,2c8c790d</vt:lpwstr>
  </property>
  <property fmtid="{D5CDD505-2E9C-101B-9397-08002B2CF9AE}" pid="6" name="ClassificationContentMarkingHeaderFontProps">
    <vt:lpwstr>#000000,7,Verdana</vt:lpwstr>
  </property>
  <property fmtid="{D5CDD505-2E9C-101B-9397-08002B2CF9AE}" pid="7" name="ClassificationContentMarkingHeaderText">
    <vt:lpwstr>SŽ: Interní</vt:lpwstr>
  </property>
</Properties>
</file>